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97A" w:rsidRDefault="0049697A" w:rsidP="00DE2AF1">
      <w:pPr>
        <w:jc w:val="right"/>
        <w:rPr>
          <w:b/>
          <w:bCs/>
        </w:rPr>
      </w:pPr>
      <w:r>
        <w:rPr>
          <w:b/>
          <w:bCs/>
        </w:rPr>
        <w:t xml:space="preserve">Утвержден </w:t>
      </w:r>
    </w:p>
    <w:p w:rsidR="0049697A" w:rsidRDefault="0049697A" w:rsidP="00DE2AF1">
      <w:pPr>
        <w:jc w:val="right"/>
        <w:rPr>
          <w:b/>
          <w:bCs/>
        </w:rPr>
      </w:pPr>
      <w:r>
        <w:rPr>
          <w:b/>
          <w:bCs/>
        </w:rPr>
        <w:t>Решением Думы Каменского городского округа</w:t>
      </w:r>
    </w:p>
    <w:p w:rsidR="0049697A" w:rsidRDefault="0049697A" w:rsidP="00DE2AF1">
      <w:pPr>
        <w:jc w:val="right"/>
        <w:rPr>
          <w:b/>
          <w:bCs/>
        </w:rPr>
      </w:pPr>
      <w:r>
        <w:rPr>
          <w:b/>
          <w:bCs/>
        </w:rPr>
        <w:t>от 27.01.2011 г. № 364</w:t>
      </w:r>
    </w:p>
    <w:p w:rsidR="0049697A" w:rsidRDefault="0049697A" w:rsidP="00DE2AF1">
      <w:pPr>
        <w:jc w:val="right"/>
        <w:rPr>
          <w:b/>
          <w:bCs/>
        </w:rPr>
      </w:pPr>
    </w:p>
    <w:p w:rsidR="0049697A" w:rsidRDefault="0049697A" w:rsidP="00DE2AF1">
      <w:pPr>
        <w:jc w:val="center"/>
        <w:rPr>
          <w:b/>
          <w:bCs/>
        </w:rPr>
      </w:pPr>
      <w:r>
        <w:rPr>
          <w:b/>
          <w:bCs/>
          <w:lang w:val="en-US"/>
        </w:rPr>
        <w:t>XI</w:t>
      </w:r>
      <w:r>
        <w:rPr>
          <w:b/>
          <w:bCs/>
        </w:rPr>
        <w:t>. Перечень мероприятий муниципальной целевой программы «Развитие физической культуры, спорта и формирование здорового образа жизни населения Каменского городского округа на 2008-2012 годы»</w:t>
      </w:r>
    </w:p>
    <w:p w:rsidR="0049697A" w:rsidRDefault="0049697A" w:rsidP="000B3EC8">
      <w:pPr>
        <w:jc w:val="both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7"/>
        <w:gridCol w:w="1858"/>
        <w:gridCol w:w="1354"/>
        <w:gridCol w:w="1109"/>
        <w:gridCol w:w="1578"/>
        <w:gridCol w:w="1343"/>
        <w:gridCol w:w="859"/>
        <w:gridCol w:w="1080"/>
        <w:gridCol w:w="1080"/>
        <w:gridCol w:w="1010"/>
        <w:gridCol w:w="1344"/>
        <w:gridCol w:w="1344"/>
      </w:tblGrid>
      <w:tr w:rsidR="0049697A">
        <w:trPr>
          <w:trHeight w:val="510"/>
        </w:trPr>
        <w:tc>
          <w:tcPr>
            <w:tcW w:w="827" w:type="dxa"/>
            <w:vMerge w:val="restart"/>
          </w:tcPr>
          <w:p w:rsidR="0049697A" w:rsidRPr="00384CE4" w:rsidRDefault="0049697A" w:rsidP="00384CE4">
            <w:pPr>
              <w:jc w:val="both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№ п/п</w:t>
            </w:r>
          </w:p>
        </w:tc>
        <w:tc>
          <w:tcPr>
            <w:tcW w:w="1858" w:type="dxa"/>
            <w:vMerge w:val="restart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354" w:type="dxa"/>
            <w:vMerge w:val="restart"/>
          </w:tcPr>
          <w:p w:rsidR="0049697A" w:rsidRPr="00384CE4" w:rsidRDefault="0049697A" w:rsidP="000B3EC8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Исполнители</w:t>
            </w:r>
          </w:p>
        </w:tc>
        <w:tc>
          <w:tcPr>
            <w:tcW w:w="1109" w:type="dxa"/>
            <w:vMerge w:val="restart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578" w:type="dxa"/>
            <w:vMerge w:val="restart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Основные виды товаров, работ услуг, приобретение, выполнение или оказание которых необходимо для осуществления мероприятия</w:t>
            </w:r>
          </w:p>
        </w:tc>
        <w:tc>
          <w:tcPr>
            <w:tcW w:w="1343" w:type="dxa"/>
            <w:vMerge w:val="restart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5373" w:type="dxa"/>
            <w:gridSpan w:val="5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Объем финансирования по этапам реализации программы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 xml:space="preserve"> ( тыс. руб.)</w:t>
            </w:r>
          </w:p>
        </w:tc>
        <w:tc>
          <w:tcPr>
            <w:tcW w:w="1344" w:type="dxa"/>
            <w:vMerge w:val="restart"/>
          </w:tcPr>
          <w:p w:rsidR="0049697A" w:rsidRPr="00384CE4" w:rsidRDefault="0049697A" w:rsidP="00384CE4">
            <w:pPr>
              <w:jc w:val="both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Результаты,</w:t>
            </w:r>
          </w:p>
          <w:p w:rsidR="0049697A" w:rsidRPr="00384CE4" w:rsidRDefault="0049697A" w:rsidP="00384CE4">
            <w:pPr>
              <w:jc w:val="both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достигаемые входе выполнения мероприятия программы</w:t>
            </w:r>
          </w:p>
        </w:tc>
      </w:tr>
      <w:tr w:rsidR="0049697A">
        <w:trPr>
          <w:trHeight w:val="2010"/>
        </w:trPr>
        <w:tc>
          <w:tcPr>
            <w:tcW w:w="827" w:type="dxa"/>
            <w:vMerge/>
          </w:tcPr>
          <w:p w:rsidR="0049697A" w:rsidRPr="00384CE4" w:rsidRDefault="0049697A" w:rsidP="00384C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8" w:type="dxa"/>
            <w:vMerge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4" w:type="dxa"/>
            <w:vMerge/>
          </w:tcPr>
          <w:p w:rsidR="0049697A" w:rsidRPr="00384CE4" w:rsidRDefault="0049697A" w:rsidP="000B3EC8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vMerge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vMerge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49697A" w:rsidRPr="00384CE4" w:rsidRDefault="0049697A" w:rsidP="00384CE4">
            <w:pPr>
              <w:jc w:val="both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2008г.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both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2009г.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both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2010г.</w:t>
            </w:r>
          </w:p>
        </w:tc>
        <w:tc>
          <w:tcPr>
            <w:tcW w:w="1010" w:type="dxa"/>
          </w:tcPr>
          <w:p w:rsidR="0049697A" w:rsidRPr="00384CE4" w:rsidRDefault="0049697A" w:rsidP="00384CE4">
            <w:pPr>
              <w:jc w:val="both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2011г.</w:t>
            </w:r>
          </w:p>
        </w:tc>
        <w:tc>
          <w:tcPr>
            <w:tcW w:w="1344" w:type="dxa"/>
          </w:tcPr>
          <w:p w:rsidR="0049697A" w:rsidRPr="00384CE4" w:rsidRDefault="0049697A" w:rsidP="00384CE4">
            <w:pPr>
              <w:jc w:val="both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2012г.</w:t>
            </w:r>
          </w:p>
        </w:tc>
        <w:tc>
          <w:tcPr>
            <w:tcW w:w="1344" w:type="dxa"/>
            <w:vMerge/>
          </w:tcPr>
          <w:p w:rsidR="0049697A" w:rsidRDefault="0049697A" w:rsidP="00384CE4">
            <w:pPr>
              <w:jc w:val="both"/>
            </w:pPr>
          </w:p>
        </w:tc>
      </w:tr>
      <w:tr w:rsidR="0049697A">
        <w:tc>
          <w:tcPr>
            <w:tcW w:w="827" w:type="dxa"/>
          </w:tcPr>
          <w:p w:rsidR="0049697A" w:rsidRPr="00384CE4" w:rsidRDefault="0049697A" w:rsidP="00384CE4">
            <w:pPr>
              <w:jc w:val="both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1</w:t>
            </w:r>
          </w:p>
        </w:tc>
        <w:tc>
          <w:tcPr>
            <w:tcW w:w="1858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</w:t>
            </w:r>
          </w:p>
        </w:tc>
        <w:tc>
          <w:tcPr>
            <w:tcW w:w="1354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3</w:t>
            </w:r>
          </w:p>
        </w:tc>
        <w:tc>
          <w:tcPr>
            <w:tcW w:w="110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4</w:t>
            </w:r>
          </w:p>
        </w:tc>
        <w:tc>
          <w:tcPr>
            <w:tcW w:w="1578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5</w:t>
            </w:r>
          </w:p>
        </w:tc>
        <w:tc>
          <w:tcPr>
            <w:tcW w:w="1343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6</w:t>
            </w:r>
          </w:p>
        </w:tc>
        <w:tc>
          <w:tcPr>
            <w:tcW w:w="85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9</w:t>
            </w:r>
          </w:p>
        </w:tc>
        <w:tc>
          <w:tcPr>
            <w:tcW w:w="101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10</w:t>
            </w:r>
          </w:p>
        </w:tc>
        <w:tc>
          <w:tcPr>
            <w:tcW w:w="1344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11</w:t>
            </w:r>
          </w:p>
        </w:tc>
        <w:tc>
          <w:tcPr>
            <w:tcW w:w="1344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12</w:t>
            </w:r>
          </w:p>
        </w:tc>
      </w:tr>
    </w:tbl>
    <w:p w:rsidR="0049697A" w:rsidRDefault="0049697A" w:rsidP="00181B17">
      <w:pPr>
        <w:jc w:val="both"/>
        <w:rPr>
          <w:b/>
          <w:bCs/>
        </w:rPr>
      </w:pPr>
      <w:r>
        <w:t xml:space="preserve">         </w:t>
      </w:r>
    </w:p>
    <w:p w:rsidR="0049697A" w:rsidRDefault="0049697A" w:rsidP="005A2F64">
      <w:pPr>
        <w:ind w:left="360"/>
        <w:jc w:val="center"/>
        <w:rPr>
          <w:b/>
          <w:bCs/>
        </w:rPr>
      </w:pPr>
      <w:r>
        <w:rPr>
          <w:b/>
          <w:bCs/>
          <w:lang w:val="en-US"/>
        </w:rPr>
        <w:t>I</w:t>
      </w:r>
      <w:r>
        <w:rPr>
          <w:b/>
          <w:bCs/>
        </w:rPr>
        <w:t>.Совершенствование  форм и методов физического воспитания</w:t>
      </w:r>
    </w:p>
    <w:p w:rsidR="0049697A" w:rsidRDefault="0049697A" w:rsidP="005A2F64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7"/>
        <w:gridCol w:w="1858"/>
        <w:gridCol w:w="1354"/>
        <w:gridCol w:w="1109"/>
        <w:gridCol w:w="1578"/>
        <w:gridCol w:w="1343"/>
        <w:gridCol w:w="859"/>
        <w:gridCol w:w="1080"/>
        <w:gridCol w:w="1080"/>
        <w:gridCol w:w="1010"/>
        <w:gridCol w:w="1330"/>
        <w:gridCol w:w="14"/>
        <w:gridCol w:w="1344"/>
      </w:tblGrid>
      <w:tr w:rsidR="0049697A" w:rsidRPr="005158E8">
        <w:tc>
          <w:tcPr>
            <w:tcW w:w="827" w:type="dxa"/>
          </w:tcPr>
          <w:p w:rsidR="0049697A" w:rsidRPr="00384CE4" w:rsidRDefault="0049697A" w:rsidP="00384CE4">
            <w:pPr>
              <w:jc w:val="both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1</w:t>
            </w:r>
          </w:p>
        </w:tc>
        <w:tc>
          <w:tcPr>
            <w:tcW w:w="1858" w:type="dxa"/>
          </w:tcPr>
          <w:p w:rsidR="0049697A" w:rsidRPr="00384CE4" w:rsidRDefault="0049697A" w:rsidP="005A2F64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 xml:space="preserve"> Организация и проведение физкультурно- спортивных праздников:</w:t>
            </w:r>
          </w:p>
          <w:p w:rsidR="0049697A" w:rsidRPr="00384CE4" w:rsidRDefault="0049697A" w:rsidP="005A2F64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легкоатлетическая эстафета на приз газеты « Пламя»</w:t>
            </w:r>
          </w:p>
          <w:p w:rsidR="0049697A" w:rsidRPr="00384CE4" w:rsidRDefault="0049697A" w:rsidP="005A2F64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- Кросс наций</w:t>
            </w:r>
          </w:p>
          <w:p w:rsidR="0049697A" w:rsidRPr="00384CE4" w:rsidRDefault="0049697A" w:rsidP="005A2F64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- Лыжня России</w:t>
            </w:r>
          </w:p>
          <w:p w:rsidR="0049697A" w:rsidRPr="00384CE4" w:rsidRDefault="0049697A" w:rsidP="005A2F64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 xml:space="preserve">-ФСК « Урожай» </w:t>
            </w:r>
          </w:p>
          <w:p w:rsidR="0049697A" w:rsidRPr="00384CE4" w:rsidRDefault="0049697A" w:rsidP="005A2F64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 xml:space="preserve">- День физкультурника                                                                                                                                         </w:t>
            </w:r>
          </w:p>
        </w:tc>
        <w:tc>
          <w:tcPr>
            <w:tcW w:w="1354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 xml:space="preserve">Управление культуры, спорта и делам  молодежи    </w:t>
            </w:r>
          </w:p>
        </w:tc>
        <w:tc>
          <w:tcPr>
            <w:tcW w:w="110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2008-2012гг</w:t>
            </w:r>
          </w:p>
        </w:tc>
        <w:tc>
          <w:tcPr>
            <w:tcW w:w="1578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Транспортные расходы,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Спортивная форма, спортивный инвентарь</w:t>
            </w:r>
          </w:p>
        </w:tc>
        <w:tc>
          <w:tcPr>
            <w:tcW w:w="1343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30,0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10,0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10,0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10,0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30,0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10,0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10,0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10,0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10,0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10,0</w:t>
            </w:r>
          </w:p>
        </w:tc>
        <w:tc>
          <w:tcPr>
            <w:tcW w:w="1344" w:type="dxa"/>
            <w:gridSpan w:val="2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20,0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20,0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20,0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20,0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20,0</w:t>
            </w:r>
          </w:p>
        </w:tc>
        <w:tc>
          <w:tcPr>
            <w:tcW w:w="1344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Популяриза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ция массовых видов спорта.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Привлекательный имидж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Каменского городского округа на областном уровне</w:t>
            </w:r>
          </w:p>
        </w:tc>
      </w:tr>
      <w:tr w:rsidR="0049697A" w:rsidRPr="005158E8">
        <w:tc>
          <w:tcPr>
            <w:tcW w:w="827" w:type="dxa"/>
          </w:tcPr>
          <w:p w:rsidR="0049697A" w:rsidRPr="00384CE4" w:rsidRDefault="0049697A" w:rsidP="00384CE4">
            <w:pPr>
              <w:jc w:val="both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</w:t>
            </w:r>
          </w:p>
        </w:tc>
        <w:tc>
          <w:tcPr>
            <w:tcW w:w="1858" w:type="dxa"/>
          </w:tcPr>
          <w:p w:rsidR="0049697A" w:rsidRPr="00384CE4" w:rsidRDefault="0049697A" w:rsidP="005A2F64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Проведение районных мероприятий по видам спорта</w:t>
            </w:r>
          </w:p>
        </w:tc>
        <w:tc>
          <w:tcPr>
            <w:tcW w:w="1354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Управление культуры, спорта и делам  молодежи</w:t>
            </w:r>
          </w:p>
        </w:tc>
        <w:tc>
          <w:tcPr>
            <w:tcW w:w="110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2008-2012гг</w:t>
            </w:r>
          </w:p>
        </w:tc>
        <w:tc>
          <w:tcPr>
            <w:tcW w:w="1578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Транспортные расходы,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Спортивная форма, спортивный инвентарь,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Наградной фонд</w:t>
            </w:r>
          </w:p>
        </w:tc>
        <w:tc>
          <w:tcPr>
            <w:tcW w:w="1343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310,0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1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50,0</w:t>
            </w:r>
          </w:p>
        </w:tc>
        <w:tc>
          <w:tcPr>
            <w:tcW w:w="1344" w:type="dxa"/>
            <w:gridSpan w:val="2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100,0</w:t>
            </w:r>
          </w:p>
        </w:tc>
        <w:tc>
          <w:tcPr>
            <w:tcW w:w="1344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Популяриза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ция массовых видов спорта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</w:tr>
      <w:tr w:rsidR="0049697A" w:rsidRPr="005158E8">
        <w:tc>
          <w:tcPr>
            <w:tcW w:w="827" w:type="dxa"/>
          </w:tcPr>
          <w:p w:rsidR="0049697A" w:rsidRPr="00384CE4" w:rsidRDefault="0049697A" w:rsidP="00384C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8" w:type="dxa"/>
          </w:tcPr>
          <w:p w:rsidR="0049697A" w:rsidRPr="00384CE4" w:rsidRDefault="0049697A" w:rsidP="00EB40CE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Итого по разделу</w:t>
            </w:r>
          </w:p>
          <w:p w:rsidR="0049697A" w:rsidRPr="00384CE4" w:rsidRDefault="0049697A" w:rsidP="003955AD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В т.ч.</w:t>
            </w:r>
          </w:p>
          <w:p w:rsidR="0049697A" w:rsidRPr="00384CE4" w:rsidRDefault="0049697A" w:rsidP="003955AD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354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400,0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400,0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1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100,0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100,0</w:t>
            </w:r>
          </w:p>
        </w:tc>
        <w:tc>
          <w:tcPr>
            <w:tcW w:w="133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200,0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200,0</w:t>
            </w:r>
          </w:p>
        </w:tc>
        <w:tc>
          <w:tcPr>
            <w:tcW w:w="1358" w:type="dxa"/>
            <w:gridSpan w:val="2"/>
          </w:tcPr>
          <w:p w:rsidR="0049697A" w:rsidRPr="00384CE4" w:rsidRDefault="0049697A" w:rsidP="00EB40CE">
            <w:pPr>
              <w:rPr>
                <w:sz w:val="20"/>
                <w:szCs w:val="20"/>
              </w:rPr>
            </w:pPr>
          </w:p>
        </w:tc>
      </w:tr>
    </w:tbl>
    <w:p w:rsidR="0049697A" w:rsidRDefault="0049697A" w:rsidP="0093122F">
      <w:pPr>
        <w:jc w:val="center"/>
        <w:rPr>
          <w:b/>
          <w:bCs/>
        </w:rPr>
      </w:pPr>
    </w:p>
    <w:p w:rsidR="0049697A" w:rsidRDefault="0049697A" w:rsidP="00DE2AF1">
      <w:pPr>
        <w:jc w:val="center"/>
        <w:rPr>
          <w:b/>
          <w:bCs/>
        </w:rPr>
      </w:pPr>
      <w:r>
        <w:rPr>
          <w:b/>
          <w:bCs/>
          <w:lang w:val="en-US"/>
        </w:rPr>
        <w:t>II</w:t>
      </w:r>
      <w:r>
        <w:rPr>
          <w:b/>
          <w:bCs/>
        </w:rPr>
        <w:t>. Развитие материально- технической базы</w:t>
      </w:r>
    </w:p>
    <w:p w:rsidR="0049697A" w:rsidRDefault="0049697A" w:rsidP="002F3A83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037"/>
        <w:gridCol w:w="1354"/>
        <w:gridCol w:w="1109"/>
        <w:gridCol w:w="1578"/>
        <w:gridCol w:w="1343"/>
        <w:gridCol w:w="859"/>
        <w:gridCol w:w="1080"/>
        <w:gridCol w:w="1080"/>
        <w:gridCol w:w="1010"/>
        <w:gridCol w:w="1330"/>
        <w:gridCol w:w="14"/>
        <w:gridCol w:w="1344"/>
      </w:tblGrid>
      <w:tr w:rsidR="0049697A">
        <w:tc>
          <w:tcPr>
            <w:tcW w:w="648" w:type="dxa"/>
          </w:tcPr>
          <w:p w:rsidR="0049697A" w:rsidRPr="00384CE4" w:rsidRDefault="0049697A" w:rsidP="00384CE4">
            <w:pPr>
              <w:jc w:val="both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1</w:t>
            </w:r>
          </w:p>
        </w:tc>
        <w:tc>
          <w:tcPr>
            <w:tcW w:w="2037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Строительство физкультурно-спортивного комплекса п.Мартюш</w:t>
            </w:r>
          </w:p>
        </w:tc>
        <w:tc>
          <w:tcPr>
            <w:tcW w:w="1354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Управление культуры, спорта и делам  молодежи</w:t>
            </w:r>
          </w:p>
        </w:tc>
        <w:tc>
          <w:tcPr>
            <w:tcW w:w="110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2008-2012гг</w:t>
            </w:r>
          </w:p>
        </w:tc>
        <w:tc>
          <w:tcPr>
            <w:tcW w:w="1578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Здание комплекса</w:t>
            </w:r>
          </w:p>
        </w:tc>
        <w:tc>
          <w:tcPr>
            <w:tcW w:w="1343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Местный бюджет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750,0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1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344" w:type="dxa"/>
            <w:gridSpan w:val="2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2550,0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344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Создание условий для занятий ФК и спортом</w:t>
            </w:r>
          </w:p>
        </w:tc>
      </w:tr>
      <w:tr w:rsidR="0049697A">
        <w:tc>
          <w:tcPr>
            <w:tcW w:w="648" w:type="dxa"/>
          </w:tcPr>
          <w:p w:rsidR="0049697A" w:rsidRPr="00384CE4" w:rsidRDefault="0049697A" w:rsidP="00384CE4">
            <w:pPr>
              <w:jc w:val="both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</w:t>
            </w:r>
          </w:p>
        </w:tc>
        <w:tc>
          <w:tcPr>
            <w:tcW w:w="2037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Реконструкция Позарихинского физкультурно- оздоровительного клуба</w:t>
            </w:r>
          </w:p>
        </w:tc>
        <w:tc>
          <w:tcPr>
            <w:tcW w:w="1354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Управление культуры, спорта и делам  молодежи</w:t>
            </w:r>
          </w:p>
        </w:tc>
        <w:tc>
          <w:tcPr>
            <w:tcW w:w="110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2008</w:t>
            </w:r>
          </w:p>
        </w:tc>
        <w:tc>
          <w:tcPr>
            <w:tcW w:w="1578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Здание физкультурно- оздоровительного клуба</w:t>
            </w:r>
          </w:p>
        </w:tc>
        <w:tc>
          <w:tcPr>
            <w:tcW w:w="1343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Местный бюджет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1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344" w:type="dxa"/>
            <w:gridSpan w:val="2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344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Создание условий для занятий ФК и спортом</w:t>
            </w:r>
          </w:p>
        </w:tc>
      </w:tr>
      <w:tr w:rsidR="0049697A">
        <w:tc>
          <w:tcPr>
            <w:tcW w:w="648" w:type="dxa"/>
          </w:tcPr>
          <w:p w:rsidR="0049697A" w:rsidRPr="00384CE4" w:rsidRDefault="0049697A" w:rsidP="00384CE4">
            <w:pPr>
              <w:jc w:val="both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3</w:t>
            </w:r>
          </w:p>
        </w:tc>
        <w:tc>
          <w:tcPr>
            <w:tcW w:w="2037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Капитальный ремонт Покровского физкультурно- оздоровительного клуба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Новобытского физкультурно- оздоровительного клуба</w:t>
            </w:r>
          </w:p>
        </w:tc>
        <w:tc>
          <w:tcPr>
            <w:tcW w:w="1354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Управление культуры, спорта и делам  молодежи</w:t>
            </w:r>
          </w:p>
        </w:tc>
        <w:tc>
          <w:tcPr>
            <w:tcW w:w="110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 xml:space="preserve">2008г-2009г 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2010 г.</w:t>
            </w:r>
          </w:p>
        </w:tc>
        <w:tc>
          <w:tcPr>
            <w:tcW w:w="1578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Здание физкультурно- оздоровительного клуба а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Здание физкультурно- оздоровительного клуба</w:t>
            </w:r>
          </w:p>
        </w:tc>
        <w:tc>
          <w:tcPr>
            <w:tcW w:w="1343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Местный бюджет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Местный бюджет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1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344" w:type="dxa"/>
            <w:gridSpan w:val="2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344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Создание условий для занятий ФК и спортом</w:t>
            </w:r>
          </w:p>
        </w:tc>
      </w:tr>
      <w:tr w:rsidR="0049697A">
        <w:tc>
          <w:tcPr>
            <w:tcW w:w="648" w:type="dxa"/>
          </w:tcPr>
          <w:p w:rsidR="0049697A" w:rsidRPr="00384CE4" w:rsidRDefault="0049697A" w:rsidP="00384CE4">
            <w:pPr>
              <w:jc w:val="both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4</w:t>
            </w:r>
          </w:p>
        </w:tc>
        <w:tc>
          <w:tcPr>
            <w:tcW w:w="2037" w:type="dxa"/>
          </w:tcPr>
          <w:p w:rsidR="0049697A" w:rsidRPr="00384CE4" w:rsidRDefault="0049697A" w:rsidP="00797C3D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Строительство хоккейных кортов:</w:t>
            </w:r>
          </w:p>
          <w:p w:rsidR="0049697A" w:rsidRPr="00384CE4" w:rsidRDefault="0049697A" w:rsidP="00797C3D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С.Кисловское</w:t>
            </w:r>
          </w:p>
          <w:p w:rsidR="0049697A" w:rsidRPr="00384CE4" w:rsidRDefault="0049697A" w:rsidP="00797C3D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С. Позариха</w:t>
            </w:r>
          </w:p>
          <w:p w:rsidR="0049697A" w:rsidRPr="00384CE4" w:rsidRDefault="0049697A" w:rsidP="00797C3D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С. Колчедан</w:t>
            </w:r>
          </w:p>
          <w:p w:rsidR="0049697A" w:rsidRPr="00384CE4" w:rsidRDefault="0049697A" w:rsidP="00797C3D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П. Мартюш</w:t>
            </w:r>
          </w:p>
          <w:p w:rsidR="0049697A" w:rsidRPr="00384CE4" w:rsidRDefault="0049697A" w:rsidP="00797C3D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С.Рыбниковское</w:t>
            </w:r>
          </w:p>
          <w:p w:rsidR="0049697A" w:rsidRPr="00384CE4" w:rsidRDefault="0049697A" w:rsidP="00797C3D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С.Новоисетское</w:t>
            </w:r>
          </w:p>
          <w:p w:rsidR="0049697A" w:rsidRPr="00384CE4" w:rsidRDefault="0049697A" w:rsidP="00797C3D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С. Сипавское</w:t>
            </w:r>
          </w:p>
          <w:p w:rsidR="0049697A" w:rsidRPr="00384CE4" w:rsidRDefault="0049697A" w:rsidP="00797C3D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С. Травянское</w:t>
            </w:r>
          </w:p>
          <w:p w:rsidR="0049697A" w:rsidRPr="00384CE4" w:rsidRDefault="0049697A" w:rsidP="00797C3D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С. Пирогово</w:t>
            </w:r>
          </w:p>
          <w:p w:rsidR="0049697A" w:rsidRPr="00384CE4" w:rsidRDefault="0049697A" w:rsidP="00797C3D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П. Новый Быт</w:t>
            </w:r>
          </w:p>
          <w:p w:rsidR="0049697A" w:rsidRPr="00384CE4" w:rsidRDefault="0049697A" w:rsidP="00797C3D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С. Клевакинское</w:t>
            </w:r>
          </w:p>
        </w:tc>
        <w:tc>
          <w:tcPr>
            <w:tcW w:w="1354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Управление культуры, спорта и делам  молодежи</w:t>
            </w:r>
          </w:p>
        </w:tc>
        <w:tc>
          <w:tcPr>
            <w:tcW w:w="110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Площадки кортов</w:t>
            </w:r>
          </w:p>
        </w:tc>
        <w:tc>
          <w:tcPr>
            <w:tcW w:w="1343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Местный бюджет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1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344" w:type="dxa"/>
            <w:gridSpan w:val="2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344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 xml:space="preserve">Создание условий для занятий ФК </w:t>
            </w:r>
          </w:p>
        </w:tc>
      </w:tr>
      <w:tr w:rsidR="0049697A">
        <w:tc>
          <w:tcPr>
            <w:tcW w:w="648" w:type="dxa"/>
          </w:tcPr>
          <w:p w:rsidR="0049697A" w:rsidRPr="00384CE4" w:rsidRDefault="0049697A" w:rsidP="00384CE4">
            <w:pPr>
              <w:jc w:val="both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5</w:t>
            </w:r>
          </w:p>
        </w:tc>
        <w:tc>
          <w:tcPr>
            <w:tcW w:w="2037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Приобретение спортинвентаря и оборудования</w:t>
            </w:r>
          </w:p>
        </w:tc>
        <w:tc>
          <w:tcPr>
            <w:tcW w:w="1354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Управление культуры, спорта и делам  молодежи</w:t>
            </w:r>
          </w:p>
        </w:tc>
        <w:tc>
          <w:tcPr>
            <w:tcW w:w="110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2008-2012гг</w:t>
            </w:r>
          </w:p>
        </w:tc>
        <w:tc>
          <w:tcPr>
            <w:tcW w:w="1578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спортинвентарь и оборудование</w:t>
            </w:r>
          </w:p>
        </w:tc>
        <w:tc>
          <w:tcPr>
            <w:tcW w:w="1343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Местный бюджет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300,0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1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200,0</w:t>
            </w:r>
          </w:p>
        </w:tc>
        <w:tc>
          <w:tcPr>
            <w:tcW w:w="1344" w:type="dxa"/>
            <w:gridSpan w:val="2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250,0</w:t>
            </w:r>
          </w:p>
        </w:tc>
        <w:tc>
          <w:tcPr>
            <w:tcW w:w="1344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Создание условий для занятий ФК и спортом</w:t>
            </w:r>
          </w:p>
        </w:tc>
      </w:tr>
      <w:tr w:rsidR="0049697A">
        <w:tc>
          <w:tcPr>
            <w:tcW w:w="648" w:type="dxa"/>
          </w:tcPr>
          <w:p w:rsidR="0049697A" w:rsidRPr="00384CE4" w:rsidRDefault="0049697A" w:rsidP="00384CE4">
            <w:pPr>
              <w:jc w:val="both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6</w:t>
            </w:r>
          </w:p>
        </w:tc>
        <w:tc>
          <w:tcPr>
            <w:tcW w:w="2037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Строительство площадок по месту жительства для детей дошкольного и младшего школьного возраста</w:t>
            </w:r>
          </w:p>
        </w:tc>
        <w:tc>
          <w:tcPr>
            <w:tcW w:w="1354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Управление культуры, спорта и делам  молодежи</w:t>
            </w:r>
          </w:p>
        </w:tc>
        <w:tc>
          <w:tcPr>
            <w:tcW w:w="110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2008-2012</w:t>
            </w:r>
          </w:p>
        </w:tc>
        <w:tc>
          <w:tcPr>
            <w:tcW w:w="1578" w:type="dxa"/>
          </w:tcPr>
          <w:p w:rsidR="0049697A" w:rsidRPr="00384CE4" w:rsidRDefault="0049697A" w:rsidP="00A016A6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Пиломатериал</w:t>
            </w:r>
          </w:p>
          <w:p w:rsidR="0049697A" w:rsidRPr="00384CE4" w:rsidRDefault="0049697A" w:rsidP="00A016A6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краска</w:t>
            </w:r>
          </w:p>
        </w:tc>
        <w:tc>
          <w:tcPr>
            <w:tcW w:w="1343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Местный бюджет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1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344" w:type="dxa"/>
            <w:gridSpan w:val="2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344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</w:tr>
      <w:tr w:rsidR="0049697A" w:rsidTr="00DE2AF1">
        <w:tc>
          <w:tcPr>
            <w:tcW w:w="648" w:type="dxa"/>
          </w:tcPr>
          <w:p w:rsidR="0049697A" w:rsidRPr="00384CE4" w:rsidRDefault="0049697A" w:rsidP="00384CE4">
            <w:pPr>
              <w:jc w:val="both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7</w:t>
            </w:r>
          </w:p>
        </w:tc>
        <w:tc>
          <w:tcPr>
            <w:tcW w:w="2037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Повышение квалификации и профессионального уровня  физкультурных кадров</w:t>
            </w:r>
          </w:p>
        </w:tc>
        <w:tc>
          <w:tcPr>
            <w:tcW w:w="1354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Управление культуры, спорта и делам  молодежи</w:t>
            </w:r>
          </w:p>
        </w:tc>
        <w:tc>
          <w:tcPr>
            <w:tcW w:w="110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2008-2012гг</w:t>
            </w:r>
          </w:p>
        </w:tc>
        <w:tc>
          <w:tcPr>
            <w:tcW w:w="1578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Курсы повышения квалификации</w:t>
            </w:r>
          </w:p>
        </w:tc>
        <w:tc>
          <w:tcPr>
            <w:tcW w:w="1343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Местный бюджет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1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344" w:type="dxa"/>
            <w:gridSpan w:val="2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344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Высокопрофессиональные кадры</w:t>
            </w:r>
          </w:p>
        </w:tc>
      </w:tr>
      <w:tr w:rsidR="0049697A" w:rsidRPr="005158E8" w:rsidTr="00DE2AF1">
        <w:trPr>
          <w:trHeight w:val="1261"/>
        </w:trPr>
        <w:tc>
          <w:tcPr>
            <w:tcW w:w="648" w:type="dxa"/>
          </w:tcPr>
          <w:p w:rsidR="0049697A" w:rsidRDefault="0049697A" w:rsidP="00384CE4">
            <w:pPr>
              <w:jc w:val="both"/>
              <w:rPr>
                <w:sz w:val="20"/>
                <w:szCs w:val="20"/>
              </w:rPr>
            </w:pPr>
          </w:p>
          <w:p w:rsidR="0049697A" w:rsidRDefault="0049697A" w:rsidP="00384CE4">
            <w:pPr>
              <w:jc w:val="both"/>
              <w:rPr>
                <w:sz w:val="20"/>
                <w:szCs w:val="20"/>
              </w:rPr>
            </w:pPr>
          </w:p>
          <w:p w:rsidR="0049697A" w:rsidRDefault="0049697A" w:rsidP="00384CE4">
            <w:pPr>
              <w:jc w:val="both"/>
              <w:rPr>
                <w:sz w:val="20"/>
                <w:szCs w:val="20"/>
              </w:rPr>
            </w:pPr>
          </w:p>
          <w:p w:rsidR="0049697A" w:rsidRDefault="0049697A" w:rsidP="00384CE4">
            <w:pPr>
              <w:jc w:val="both"/>
              <w:rPr>
                <w:sz w:val="20"/>
                <w:szCs w:val="20"/>
              </w:rPr>
            </w:pPr>
          </w:p>
          <w:p w:rsidR="0049697A" w:rsidRDefault="0049697A" w:rsidP="00384CE4">
            <w:pPr>
              <w:jc w:val="both"/>
              <w:rPr>
                <w:sz w:val="20"/>
                <w:szCs w:val="20"/>
              </w:rPr>
            </w:pPr>
          </w:p>
          <w:p w:rsidR="0049697A" w:rsidRDefault="0049697A" w:rsidP="00384CE4">
            <w:pPr>
              <w:jc w:val="both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37" w:type="dxa"/>
          </w:tcPr>
          <w:p w:rsidR="0049697A" w:rsidRPr="00384CE4" w:rsidRDefault="0049697A" w:rsidP="00EB40CE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Итого по разделу</w:t>
            </w:r>
          </w:p>
          <w:p w:rsidR="0049697A" w:rsidRPr="00384CE4" w:rsidRDefault="0049697A" w:rsidP="003955AD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В т.ч.</w:t>
            </w:r>
          </w:p>
          <w:p w:rsidR="0049697A" w:rsidRPr="00384CE4" w:rsidRDefault="0049697A" w:rsidP="003955AD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-областной бюджет</w:t>
            </w:r>
          </w:p>
          <w:p w:rsidR="0049697A" w:rsidRDefault="0049697A" w:rsidP="003955AD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-местный бюджет</w:t>
            </w:r>
          </w:p>
          <w:p w:rsidR="0049697A" w:rsidRDefault="0049697A" w:rsidP="003955AD">
            <w:pPr>
              <w:rPr>
                <w:sz w:val="20"/>
                <w:szCs w:val="20"/>
              </w:rPr>
            </w:pPr>
          </w:p>
          <w:p w:rsidR="0049697A" w:rsidRDefault="0049697A" w:rsidP="003955AD">
            <w:pPr>
              <w:rPr>
                <w:sz w:val="20"/>
                <w:szCs w:val="20"/>
              </w:rPr>
            </w:pPr>
          </w:p>
          <w:p w:rsidR="0049697A" w:rsidRPr="00384CE4" w:rsidRDefault="0049697A" w:rsidP="003955AD">
            <w:pPr>
              <w:rPr>
                <w:sz w:val="20"/>
                <w:szCs w:val="20"/>
              </w:rPr>
            </w:pPr>
          </w:p>
        </w:tc>
        <w:tc>
          <w:tcPr>
            <w:tcW w:w="1354" w:type="dxa"/>
          </w:tcPr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</w:tcPr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</w:tcPr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1050,0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1050,0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200,0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200,0</w:t>
            </w:r>
          </w:p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2800,0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2800,0</w:t>
            </w:r>
          </w:p>
          <w:p w:rsidR="0049697A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8" w:type="dxa"/>
            <w:gridSpan w:val="2"/>
          </w:tcPr>
          <w:p w:rsidR="0049697A" w:rsidRDefault="0049697A" w:rsidP="00EB40CE">
            <w:pPr>
              <w:rPr>
                <w:sz w:val="20"/>
                <w:szCs w:val="20"/>
              </w:rPr>
            </w:pPr>
          </w:p>
          <w:p w:rsidR="0049697A" w:rsidRDefault="0049697A" w:rsidP="00EB40CE">
            <w:pPr>
              <w:rPr>
                <w:sz w:val="20"/>
                <w:szCs w:val="20"/>
              </w:rPr>
            </w:pPr>
          </w:p>
          <w:p w:rsidR="0049697A" w:rsidRDefault="0049697A" w:rsidP="00EB40CE">
            <w:pPr>
              <w:rPr>
                <w:sz w:val="20"/>
                <w:szCs w:val="20"/>
              </w:rPr>
            </w:pPr>
          </w:p>
          <w:p w:rsidR="0049697A" w:rsidRDefault="0049697A" w:rsidP="00EB40CE">
            <w:pPr>
              <w:rPr>
                <w:sz w:val="20"/>
                <w:szCs w:val="20"/>
              </w:rPr>
            </w:pPr>
          </w:p>
          <w:p w:rsidR="0049697A" w:rsidRDefault="0049697A" w:rsidP="00EB40CE">
            <w:pPr>
              <w:rPr>
                <w:sz w:val="20"/>
                <w:szCs w:val="20"/>
              </w:rPr>
            </w:pPr>
          </w:p>
          <w:p w:rsidR="0049697A" w:rsidRDefault="0049697A" w:rsidP="00EB40CE">
            <w:pPr>
              <w:rPr>
                <w:sz w:val="20"/>
                <w:szCs w:val="20"/>
              </w:rPr>
            </w:pPr>
          </w:p>
          <w:p w:rsidR="0049697A" w:rsidRPr="00384CE4" w:rsidRDefault="0049697A" w:rsidP="00EB40CE">
            <w:pPr>
              <w:rPr>
                <w:sz w:val="20"/>
                <w:szCs w:val="20"/>
              </w:rPr>
            </w:pPr>
          </w:p>
        </w:tc>
      </w:tr>
    </w:tbl>
    <w:p w:rsidR="0049697A" w:rsidRDefault="0049697A" w:rsidP="00490A4F">
      <w:pPr>
        <w:jc w:val="center"/>
        <w:rPr>
          <w:b/>
          <w:bCs/>
          <w:lang w:val="en-US"/>
        </w:rPr>
      </w:pPr>
    </w:p>
    <w:p w:rsidR="0049697A" w:rsidRDefault="0049697A" w:rsidP="00490A4F">
      <w:pPr>
        <w:jc w:val="center"/>
        <w:rPr>
          <w:b/>
          <w:bCs/>
        </w:rPr>
      </w:pPr>
      <w:r>
        <w:rPr>
          <w:b/>
          <w:bCs/>
          <w:lang w:val="en-US"/>
        </w:rPr>
        <w:t>III</w:t>
      </w:r>
      <w:r>
        <w:rPr>
          <w:b/>
          <w:bCs/>
        </w:rPr>
        <w:t>. Физкультурно-оздоровительная работа с различными возрастными группами населения</w:t>
      </w:r>
    </w:p>
    <w:p w:rsidR="0049697A" w:rsidRPr="00490A4F" w:rsidRDefault="0049697A" w:rsidP="00490A4F">
      <w:pPr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7"/>
        <w:gridCol w:w="1858"/>
        <w:gridCol w:w="1354"/>
        <w:gridCol w:w="1109"/>
        <w:gridCol w:w="1578"/>
        <w:gridCol w:w="1343"/>
        <w:gridCol w:w="859"/>
        <w:gridCol w:w="1080"/>
        <w:gridCol w:w="1080"/>
        <w:gridCol w:w="1010"/>
        <w:gridCol w:w="1150"/>
        <w:gridCol w:w="1538"/>
      </w:tblGrid>
      <w:tr w:rsidR="0049697A" w:rsidRPr="005158E8">
        <w:tc>
          <w:tcPr>
            <w:tcW w:w="827" w:type="dxa"/>
          </w:tcPr>
          <w:p w:rsidR="0049697A" w:rsidRPr="00384CE4" w:rsidRDefault="0049697A" w:rsidP="00384CE4">
            <w:pPr>
              <w:jc w:val="both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1</w:t>
            </w:r>
          </w:p>
        </w:tc>
        <w:tc>
          <w:tcPr>
            <w:tcW w:w="1858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Физкультурно-оздоровительная работа с детьми и подростками по месту жительства</w:t>
            </w:r>
          </w:p>
        </w:tc>
        <w:tc>
          <w:tcPr>
            <w:tcW w:w="1354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Управление культуры, спорта и делам  молодежи</w:t>
            </w:r>
          </w:p>
        </w:tc>
        <w:tc>
          <w:tcPr>
            <w:tcW w:w="110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2008-2012гг</w:t>
            </w:r>
          </w:p>
        </w:tc>
        <w:tc>
          <w:tcPr>
            <w:tcW w:w="1578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спортинвентарь</w:t>
            </w:r>
          </w:p>
        </w:tc>
        <w:tc>
          <w:tcPr>
            <w:tcW w:w="1343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Местный бюджет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1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150" w:type="dxa"/>
          </w:tcPr>
          <w:p w:rsidR="0049697A" w:rsidRPr="00384CE4" w:rsidRDefault="0049697A" w:rsidP="003A02D3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538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Профилактика асоциальных явлений</w:t>
            </w:r>
          </w:p>
        </w:tc>
      </w:tr>
      <w:tr w:rsidR="0049697A" w:rsidRPr="005158E8">
        <w:tc>
          <w:tcPr>
            <w:tcW w:w="827" w:type="dxa"/>
          </w:tcPr>
          <w:p w:rsidR="0049697A" w:rsidRPr="00384CE4" w:rsidRDefault="0049697A" w:rsidP="00384CE4">
            <w:pPr>
              <w:jc w:val="both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</w:t>
            </w:r>
          </w:p>
        </w:tc>
        <w:tc>
          <w:tcPr>
            <w:tcW w:w="1858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Физкультурно-оздоровительная работа в учебных заведениях</w:t>
            </w:r>
          </w:p>
        </w:tc>
        <w:tc>
          <w:tcPr>
            <w:tcW w:w="1354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 xml:space="preserve">Управление культуры, спорта и делам  молодежи, 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Управление образования,агролицей</w:t>
            </w:r>
          </w:p>
        </w:tc>
        <w:tc>
          <w:tcPr>
            <w:tcW w:w="110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2008-2012</w:t>
            </w:r>
          </w:p>
        </w:tc>
        <w:tc>
          <w:tcPr>
            <w:tcW w:w="1578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Совместные планы работы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спортинвентарь</w:t>
            </w:r>
          </w:p>
        </w:tc>
        <w:tc>
          <w:tcPr>
            <w:tcW w:w="1343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Местный бюджет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1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150" w:type="dxa"/>
          </w:tcPr>
          <w:p w:rsidR="0049697A" w:rsidRPr="00384CE4" w:rsidRDefault="0049697A" w:rsidP="004F5EF4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538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Профилактика Асоциальных явлений</w:t>
            </w:r>
          </w:p>
        </w:tc>
      </w:tr>
      <w:tr w:rsidR="0049697A" w:rsidRPr="005158E8">
        <w:tc>
          <w:tcPr>
            <w:tcW w:w="827" w:type="dxa"/>
          </w:tcPr>
          <w:p w:rsidR="0049697A" w:rsidRPr="00384CE4" w:rsidRDefault="0049697A" w:rsidP="00384CE4">
            <w:pPr>
              <w:jc w:val="both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3</w:t>
            </w:r>
          </w:p>
        </w:tc>
        <w:tc>
          <w:tcPr>
            <w:tcW w:w="1858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Физкультурно-оздоровительная работа  со взрослым населением</w:t>
            </w:r>
          </w:p>
        </w:tc>
        <w:tc>
          <w:tcPr>
            <w:tcW w:w="1354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Управление культуры, спорта и делам  молодежи</w:t>
            </w:r>
          </w:p>
        </w:tc>
        <w:tc>
          <w:tcPr>
            <w:tcW w:w="110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2008-2012</w:t>
            </w:r>
          </w:p>
        </w:tc>
        <w:tc>
          <w:tcPr>
            <w:tcW w:w="1578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Транспортные расходы, спортинвентарь</w:t>
            </w:r>
          </w:p>
        </w:tc>
        <w:tc>
          <w:tcPr>
            <w:tcW w:w="1343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Местный бюджет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1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150" w:type="dxa"/>
          </w:tcPr>
          <w:p w:rsidR="0049697A" w:rsidRPr="00384CE4" w:rsidRDefault="0049697A" w:rsidP="004F5EF4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538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Профилактика Асоциальных явлений</w:t>
            </w:r>
          </w:p>
        </w:tc>
      </w:tr>
      <w:tr w:rsidR="0049697A" w:rsidRPr="005158E8">
        <w:tc>
          <w:tcPr>
            <w:tcW w:w="827" w:type="dxa"/>
          </w:tcPr>
          <w:p w:rsidR="0049697A" w:rsidRPr="00384CE4" w:rsidRDefault="0049697A" w:rsidP="00384C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8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Итого по разделу</w:t>
            </w:r>
          </w:p>
          <w:p w:rsidR="0049697A" w:rsidRPr="00384CE4" w:rsidRDefault="0049697A" w:rsidP="003955AD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В т.ч.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354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1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150" w:type="dxa"/>
          </w:tcPr>
          <w:p w:rsidR="0049697A" w:rsidRPr="00384CE4" w:rsidRDefault="0049697A" w:rsidP="004F5EF4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  <w:p w:rsidR="0049697A" w:rsidRPr="00384CE4" w:rsidRDefault="0049697A" w:rsidP="004F5EF4">
            <w:pPr>
              <w:rPr>
                <w:sz w:val="20"/>
                <w:szCs w:val="20"/>
              </w:rPr>
            </w:pPr>
          </w:p>
          <w:p w:rsidR="0049697A" w:rsidRPr="00384CE4" w:rsidRDefault="0049697A" w:rsidP="004F5EF4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538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</w:tr>
    </w:tbl>
    <w:p w:rsidR="0049697A" w:rsidRDefault="0049697A" w:rsidP="002F3A83">
      <w:pPr>
        <w:rPr>
          <w:b/>
          <w:bCs/>
        </w:rPr>
      </w:pPr>
      <w:r>
        <w:rPr>
          <w:b/>
          <w:bCs/>
        </w:rPr>
        <w:t xml:space="preserve">  </w:t>
      </w:r>
    </w:p>
    <w:p w:rsidR="0049697A" w:rsidRDefault="0049697A" w:rsidP="00D50EBD">
      <w:pPr>
        <w:jc w:val="center"/>
        <w:rPr>
          <w:b/>
          <w:bCs/>
        </w:rPr>
      </w:pPr>
      <w:r>
        <w:rPr>
          <w:b/>
          <w:bCs/>
          <w:lang w:val="en-US"/>
        </w:rPr>
        <w:t>IV</w:t>
      </w:r>
      <w:r>
        <w:rPr>
          <w:b/>
          <w:bCs/>
        </w:rPr>
        <w:t>.Спорт</w:t>
      </w:r>
    </w:p>
    <w:p w:rsidR="0049697A" w:rsidRDefault="0049697A" w:rsidP="00D50EBD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340"/>
        <w:gridCol w:w="1260"/>
        <w:gridCol w:w="720"/>
        <w:gridCol w:w="1980"/>
        <w:gridCol w:w="1301"/>
        <w:gridCol w:w="859"/>
        <w:gridCol w:w="1080"/>
        <w:gridCol w:w="1080"/>
        <w:gridCol w:w="1010"/>
        <w:gridCol w:w="1330"/>
        <w:gridCol w:w="14"/>
        <w:gridCol w:w="1344"/>
      </w:tblGrid>
      <w:tr w:rsidR="0049697A" w:rsidRPr="005158E8">
        <w:tc>
          <w:tcPr>
            <w:tcW w:w="468" w:type="dxa"/>
          </w:tcPr>
          <w:p w:rsidR="0049697A" w:rsidRPr="00384CE4" w:rsidRDefault="0049697A" w:rsidP="00384CE4">
            <w:pPr>
              <w:jc w:val="both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1</w:t>
            </w:r>
          </w:p>
        </w:tc>
        <w:tc>
          <w:tcPr>
            <w:tcW w:w="2340" w:type="dxa"/>
          </w:tcPr>
          <w:p w:rsidR="0049697A" w:rsidRPr="00384CE4" w:rsidRDefault="0049697A" w:rsidP="00EB40CE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Учебно-тренировочные сборы для поготовки к Чемпионатам различных уровней</w:t>
            </w:r>
          </w:p>
        </w:tc>
        <w:tc>
          <w:tcPr>
            <w:tcW w:w="126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Управление культуры, спорта и делам  молодежи</w:t>
            </w:r>
          </w:p>
        </w:tc>
        <w:tc>
          <w:tcPr>
            <w:tcW w:w="72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2008-2012</w:t>
            </w:r>
          </w:p>
        </w:tc>
        <w:tc>
          <w:tcPr>
            <w:tcW w:w="19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 xml:space="preserve">Командировочные расходы </w:t>
            </w:r>
          </w:p>
        </w:tc>
        <w:tc>
          <w:tcPr>
            <w:tcW w:w="1301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Местный бюджет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Внебюджетные источники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1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344" w:type="dxa"/>
            <w:gridSpan w:val="2"/>
          </w:tcPr>
          <w:p w:rsidR="0049697A" w:rsidRPr="00384CE4" w:rsidRDefault="0049697A" w:rsidP="004F5EF4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344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Привлекательный имидж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 xml:space="preserve">Каменского городского округа </w:t>
            </w:r>
          </w:p>
        </w:tc>
      </w:tr>
      <w:tr w:rsidR="0049697A" w:rsidRPr="005158E8">
        <w:tc>
          <w:tcPr>
            <w:tcW w:w="468" w:type="dxa"/>
          </w:tcPr>
          <w:p w:rsidR="0049697A" w:rsidRPr="00384CE4" w:rsidRDefault="0049697A" w:rsidP="00384CE4">
            <w:pPr>
              <w:jc w:val="both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</w:t>
            </w:r>
          </w:p>
        </w:tc>
        <w:tc>
          <w:tcPr>
            <w:tcW w:w="2340" w:type="dxa"/>
          </w:tcPr>
          <w:p w:rsidR="0049697A" w:rsidRPr="00384CE4" w:rsidRDefault="0049697A" w:rsidP="00EB40CE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Спартакиады, кубки, турниры</w:t>
            </w:r>
          </w:p>
        </w:tc>
        <w:tc>
          <w:tcPr>
            <w:tcW w:w="126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Управление культуры, спорта и делам  молодежи</w:t>
            </w:r>
          </w:p>
        </w:tc>
        <w:tc>
          <w:tcPr>
            <w:tcW w:w="72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2008-2012</w:t>
            </w:r>
          </w:p>
        </w:tc>
        <w:tc>
          <w:tcPr>
            <w:tcW w:w="19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Транспортные расходы, спортинвентарь, призовой фонд</w:t>
            </w:r>
          </w:p>
        </w:tc>
        <w:tc>
          <w:tcPr>
            <w:tcW w:w="1301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Местный бюджет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1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344" w:type="dxa"/>
            <w:gridSpan w:val="2"/>
          </w:tcPr>
          <w:p w:rsidR="0049697A" w:rsidRPr="00384CE4" w:rsidRDefault="0049697A" w:rsidP="004F5EF4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344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Равный доступ к занятию физкультурой различных   социальных и возрастных</w:t>
            </w:r>
          </w:p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 xml:space="preserve">групп  </w:t>
            </w:r>
          </w:p>
        </w:tc>
      </w:tr>
      <w:tr w:rsidR="0049697A" w:rsidRPr="005158E8">
        <w:tc>
          <w:tcPr>
            <w:tcW w:w="468" w:type="dxa"/>
          </w:tcPr>
          <w:p w:rsidR="0049697A" w:rsidRPr="00384CE4" w:rsidRDefault="0049697A" w:rsidP="00384C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49697A" w:rsidRPr="00384CE4" w:rsidRDefault="0049697A" w:rsidP="00EB40CE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Итого по разделу</w:t>
            </w:r>
          </w:p>
          <w:p w:rsidR="0049697A" w:rsidRPr="00384CE4" w:rsidRDefault="0049697A" w:rsidP="003955AD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В т.ч.</w:t>
            </w:r>
          </w:p>
          <w:p w:rsidR="0049697A" w:rsidRPr="00384CE4" w:rsidRDefault="0049697A" w:rsidP="003955AD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-областной бюджет</w:t>
            </w:r>
          </w:p>
          <w:p w:rsidR="0049697A" w:rsidRPr="00384CE4" w:rsidRDefault="0049697A" w:rsidP="003955AD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- местный бюджет</w:t>
            </w:r>
          </w:p>
          <w:p w:rsidR="0049697A" w:rsidRPr="00384CE4" w:rsidRDefault="0049697A" w:rsidP="003955AD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- внебюджетные источники</w:t>
            </w:r>
          </w:p>
          <w:p w:rsidR="0049697A" w:rsidRPr="00384CE4" w:rsidRDefault="0049697A" w:rsidP="003955AD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01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330" w:type="dxa"/>
          </w:tcPr>
          <w:p w:rsidR="0049697A" w:rsidRPr="00384CE4" w:rsidRDefault="0049697A" w:rsidP="004F5EF4">
            <w:pPr>
              <w:rPr>
                <w:sz w:val="20"/>
                <w:szCs w:val="20"/>
              </w:rPr>
            </w:pPr>
            <w:r w:rsidRPr="00384CE4">
              <w:rPr>
                <w:sz w:val="20"/>
                <w:szCs w:val="20"/>
              </w:rPr>
              <w:t>0</w:t>
            </w:r>
          </w:p>
        </w:tc>
        <w:tc>
          <w:tcPr>
            <w:tcW w:w="1358" w:type="dxa"/>
            <w:gridSpan w:val="2"/>
          </w:tcPr>
          <w:p w:rsidR="0049697A" w:rsidRPr="00384CE4" w:rsidRDefault="0049697A" w:rsidP="00EB40CE">
            <w:pPr>
              <w:rPr>
                <w:sz w:val="20"/>
                <w:szCs w:val="20"/>
              </w:rPr>
            </w:pPr>
          </w:p>
        </w:tc>
      </w:tr>
      <w:tr w:rsidR="0049697A" w:rsidRPr="005158E8">
        <w:tc>
          <w:tcPr>
            <w:tcW w:w="468" w:type="dxa"/>
          </w:tcPr>
          <w:p w:rsidR="0049697A" w:rsidRPr="00384CE4" w:rsidRDefault="0049697A" w:rsidP="00384C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49697A" w:rsidRPr="00384CE4" w:rsidRDefault="0049697A" w:rsidP="00EB40CE">
            <w:pPr>
              <w:rPr>
                <w:b/>
                <w:bCs/>
                <w:sz w:val="20"/>
                <w:szCs w:val="20"/>
              </w:rPr>
            </w:pPr>
            <w:r w:rsidRPr="00384CE4">
              <w:rPr>
                <w:b/>
                <w:bCs/>
                <w:sz w:val="20"/>
                <w:szCs w:val="20"/>
              </w:rPr>
              <w:t>Всего по программе</w:t>
            </w:r>
          </w:p>
          <w:p w:rsidR="0049697A" w:rsidRPr="00384CE4" w:rsidRDefault="0049697A" w:rsidP="003955AD">
            <w:pPr>
              <w:rPr>
                <w:b/>
                <w:bCs/>
                <w:sz w:val="20"/>
                <w:szCs w:val="20"/>
              </w:rPr>
            </w:pPr>
            <w:r w:rsidRPr="00384CE4">
              <w:rPr>
                <w:b/>
                <w:bCs/>
                <w:sz w:val="20"/>
                <w:szCs w:val="20"/>
              </w:rPr>
              <w:t>В т.ч.</w:t>
            </w:r>
          </w:p>
          <w:p w:rsidR="0049697A" w:rsidRPr="00384CE4" w:rsidRDefault="0049697A" w:rsidP="003955AD">
            <w:pPr>
              <w:rPr>
                <w:b/>
                <w:bCs/>
                <w:sz w:val="20"/>
                <w:szCs w:val="20"/>
              </w:rPr>
            </w:pPr>
            <w:r w:rsidRPr="00384CE4">
              <w:rPr>
                <w:b/>
                <w:bCs/>
                <w:sz w:val="20"/>
                <w:szCs w:val="20"/>
              </w:rPr>
              <w:t>- местный бюджет</w:t>
            </w:r>
          </w:p>
          <w:p w:rsidR="0049697A" w:rsidRPr="00384CE4" w:rsidRDefault="0049697A" w:rsidP="003955AD">
            <w:pPr>
              <w:rPr>
                <w:b/>
                <w:bCs/>
                <w:sz w:val="20"/>
                <w:szCs w:val="20"/>
              </w:rPr>
            </w:pPr>
            <w:r w:rsidRPr="00384CE4">
              <w:rPr>
                <w:b/>
                <w:bCs/>
                <w:sz w:val="20"/>
                <w:szCs w:val="20"/>
              </w:rPr>
              <w:t>- областной бюджет</w:t>
            </w:r>
          </w:p>
          <w:p w:rsidR="0049697A" w:rsidRPr="00384CE4" w:rsidRDefault="0049697A" w:rsidP="003955AD">
            <w:pPr>
              <w:rPr>
                <w:sz w:val="20"/>
                <w:szCs w:val="20"/>
              </w:rPr>
            </w:pPr>
            <w:r w:rsidRPr="00384CE4">
              <w:rPr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6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</w:tcPr>
          <w:p w:rsidR="0049697A" w:rsidRPr="00384CE4" w:rsidRDefault="0049697A" w:rsidP="00384C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49697A" w:rsidRPr="00384CE4" w:rsidRDefault="0049697A" w:rsidP="00384CE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CE4">
              <w:rPr>
                <w:b/>
                <w:bCs/>
                <w:sz w:val="20"/>
                <w:szCs w:val="20"/>
              </w:rPr>
              <w:t>1450,0</w:t>
            </w:r>
          </w:p>
          <w:p w:rsidR="0049697A" w:rsidRPr="00384CE4" w:rsidRDefault="0049697A" w:rsidP="00384CE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CE4">
              <w:rPr>
                <w:b/>
                <w:bCs/>
                <w:sz w:val="20"/>
                <w:szCs w:val="20"/>
              </w:rPr>
              <w:t>1450,0</w:t>
            </w:r>
          </w:p>
          <w:p w:rsidR="0049697A" w:rsidRPr="00384CE4" w:rsidRDefault="0049697A" w:rsidP="00384CE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CE4">
              <w:rPr>
                <w:b/>
                <w:bCs/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CE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CE4">
              <w:rPr>
                <w:b/>
                <w:bCs/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CE4">
              <w:rPr>
                <w:b/>
                <w:bCs/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CE4">
              <w:rPr>
                <w:b/>
                <w:bCs/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CE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49697A" w:rsidRPr="00384CE4" w:rsidRDefault="0049697A" w:rsidP="00384CE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CE4">
              <w:rPr>
                <w:b/>
                <w:bCs/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CE4">
              <w:rPr>
                <w:b/>
                <w:bCs/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CE4">
              <w:rPr>
                <w:b/>
                <w:bCs/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CE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10" w:type="dxa"/>
          </w:tcPr>
          <w:p w:rsidR="0049697A" w:rsidRPr="00384CE4" w:rsidRDefault="0049697A" w:rsidP="00384CE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CE4">
              <w:rPr>
                <w:b/>
                <w:bCs/>
                <w:sz w:val="20"/>
                <w:szCs w:val="20"/>
              </w:rPr>
              <w:t>300,0</w:t>
            </w:r>
          </w:p>
          <w:p w:rsidR="0049697A" w:rsidRPr="00384CE4" w:rsidRDefault="0049697A" w:rsidP="00384CE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CE4">
              <w:rPr>
                <w:b/>
                <w:bCs/>
                <w:sz w:val="20"/>
                <w:szCs w:val="20"/>
              </w:rPr>
              <w:t>300,0</w:t>
            </w:r>
          </w:p>
          <w:p w:rsidR="0049697A" w:rsidRPr="00384CE4" w:rsidRDefault="0049697A" w:rsidP="00384CE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CE4">
              <w:rPr>
                <w:b/>
                <w:bCs/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CE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30" w:type="dxa"/>
          </w:tcPr>
          <w:p w:rsidR="0049697A" w:rsidRPr="00384CE4" w:rsidRDefault="0049697A" w:rsidP="00384CE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CE4">
              <w:rPr>
                <w:b/>
                <w:bCs/>
                <w:sz w:val="20"/>
                <w:szCs w:val="20"/>
              </w:rPr>
              <w:t>3000,0</w:t>
            </w:r>
          </w:p>
          <w:p w:rsidR="0049697A" w:rsidRPr="00384CE4" w:rsidRDefault="0049697A" w:rsidP="00384CE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9697A" w:rsidRPr="00384CE4" w:rsidRDefault="0049697A" w:rsidP="00384CE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CE4">
              <w:rPr>
                <w:b/>
                <w:bCs/>
                <w:sz w:val="20"/>
                <w:szCs w:val="20"/>
              </w:rPr>
              <w:t>3000,0</w:t>
            </w:r>
          </w:p>
          <w:p w:rsidR="0049697A" w:rsidRPr="00384CE4" w:rsidRDefault="0049697A" w:rsidP="00384CE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CE4">
              <w:rPr>
                <w:b/>
                <w:bCs/>
                <w:sz w:val="20"/>
                <w:szCs w:val="20"/>
              </w:rPr>
              <w:t>0</w:t>
            </w:r>
          </w:p>
          <w:p w:rsidR="0049697A" w:rsidRPr="00384CE4" w:rsidRDefault="0049697A" w:rsidP="00384CE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CE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58" w:type="dxa"/>
            <w:gridSpan w:val="2"/>
          </w:tcPr>
          <w:p w:rsidR="0049697A" w:rsidRPr="00384CE4" w:rsidRDefault="0049697A" w:rsidP="00EB40CE">
            <w:pPr>
              <w:rPr>
                <w:sz w:val="20"/>
                <w:szCs w:val="20"/>
              </w:rPr>
            </w:pPr>
          </w:p>
        </w:tc>
      </w:tr>
    </w:tbl>
    <w:p w:rsidR="0049697A" w:rsidRDefault="0049697A" w:rsidP="005B64D0">
      <w:pPr>
        <w:jc w:val="center"/>
        <w:rPr>
          <w:b/>
          <w:bCs/>
        </w:rPr>
      </w:pPr>
    </w:p>
    <w:p w:rsidR="0049697A" w:rsidRPr="002F3A83" w:rsidRDefault="0049697A" w:rsidP="00D50EBD">
      <w:pPr>
        <w:rPr>
          <w:b/>
          <w:bCs/>
        </w:rPr>
      </w:pPr>
    </w:p>
    <w:sectPr w:rsidR="0049697A" w:rsidRPr="002F3A83" w:rsidSect="00DE2AF1">
      <w:footerReference w:type="default" r:id="rId7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97A" w:rsidRDefault="0049697A">
      <w:r>
        <w:separator/>
      </w:r>
    </w:p>
  </w:endnote>
  <w:endnote w:type="continuationSeparator" w:id="0">
    <w:p w:rsidR="0049697A" w:rsidRDefault="004969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97A" w:rsidRDefault="0049697A" w:rsidP="00DA4997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9697A" w:rsidRDefault="004969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97A" w:rsidRDefault="0049697A">
      <w:r>
        <w:separator/>
      </w:r>
    </w:p>
  </w:footnote>
  <w:footnote w:type="continuationSeparator" w:id="0">
    <w:p w:rsidR="0049697A" w:rsidRDefault="004969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35471"/>
    <w:multiLevelType w:val="hybridMultilevel"/>
    <w:tmpl w:val="33549FAC"/>
    <w:lvl w:ilvl="0" w:tplc="40F4588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3EC8"/>
    <w:rsid w:val="00025B33"/>
    <w:rsid w:val="00036AEF"/>
    <w:rsid w:val="000A2D61"/>
    <w:rsid w:val="000B3EC8"/>
    <w:rsid w:val="000F323D"/>
    <w:rsid w:val="00111C45"/>
    <w:rsid w:val="00114B9C"/>
    <w:rsid w:val="001377CD"/>
    <w:rsid w:val="00170A85"/>
    <w:rsid w:val="00181B17"/>
    <w:rsid w:val="001A5988"/>
    <w:rsid w:val="00207D15"/>
    <w:rsid w:val="00217D05"/>
    <w:rsid w:val="00263034"/>
    <w:rsid w:val="002656E2"/>
    <w:rsid w:val="0027022F"/>
    <w:rsid w:val="002C651F"/>
    <w:rsid w:val="002C7859"/>
    <w:rsid w:val="002F219B"/>
    <w:rsid w:val="002F3A83"/>
    <w:rsid w:val="003272FA"/>
    <w:rsid w:val="003330F4"/>
    <w:rsid w:val="0037768E"/>
    <w:rsid w:val="00384CE4"/>
    <w:rsid w:val="003955AD"/>
    <w:rsid w:val="003A02D3"/>
    <w:rsid w:val="003D5EEF"/>
    <w:rsid w:val="00401F6A"/>
    <w:rsid w:val="00481769"/>
    <w:rsid w:val="00490A4F"/>
    <w:rsid w:val="0049697A"/>
    <w:rsid w:val="004A41B9"/>
    <w:rsid w:val="004C7020"/>
    <w:rsid w:val="004E1EB9"/>
    <w:rsid w:val="004F5EF4"/>
    <w:rsid w:val="005158E8"/>
    <w:rsid w:val="005217E5"/>
    <w:rsid w:val="00525654"/>
    <w:rsid w:val="005322C7"/>
    <w:rsid w:val="005A2F64"/>
    <w:rsid w:val="005B64D0"/>
    <w:rsid w:val="00632853"/>
    <w:rsid w:val="00640AC7"/>
    <w:rsid w:val="0065092E"/>
    <w:rsid w:val="0070760D"/>
    <w:rsid w:val="00797C3D"/>
    <w:rsid w:val="00847D58"/>
    <w:rsid w:val="008A5569"/>
    <w:rsid w:val="008D7266"/>
    <w:rsid w:val="0093122F"/>
    <w:rsid w:val="00945A65"/>
    <w:rsid w:val="00957542"/>
    <w:rsid w:val="00973028"/>
    <w:rsid w:val="009C27E9"/>
    <w:rsid w:val="00A016A6"/>
    <w:rsid w:val="00A66665"/>
    <w:rsid w:val="00A720EB"/>
    <w:rsid w:val="00A960C6"/>
    <w:rsid w:val="00AA704D"/>
    <w:rsid w:val="00AB7D92"/>
    <w:rsid w:val="00AD2709"/>
    <w:rsid w:val="00AE0BE1"/>
    <w:rsid w:val="00B36E48"/>
    <w:rsid w:val="00B54F51"/>
    <w:rsid w:val="00B77211"/>
    <w:rsid w:val="00B8694F"/>
    <w:rsid w:val="00B91514"/>
    <w:rsid w:val="00BB4615"/>
    <w:rsid w:val="00C3546E"/>
    <w:rsid w:val="00C61484"/>
    <w:rsid w:val="00C75A8F"/>
    <w:rsid w:val="00CA26D0"/>
    <w:rsid w:val="00CB62C4"/>
    <w:rsid w:val="00D026F9"/>
    <w:rsid w:val="00D50EBD"/>
    <w:rsid w:val="00D84477"/>
    <w:rsid w:val="00DA4997"/>
    <w:rsid w:val="00DE2AF1"/>
    <w:rsid w:val="00E03772"/>
    <w:rsid w:val="00E14F57"/>
    <w:rsid w:val="00E6256E"/>
    <w:rsid w:val="00E63266"/>
    <w:rsid w:val="00E91F86"/>
    <w:rsid w:val="00EB40CE"/>
    <w:rsid w:val="00EE3FED"/>
    <w:rsid w:val="00F5534D"/>
    <w:rsid w:val="00FF7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54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iPriority w:val="99"/>
    <w:rsid w:val="000B3EC8"/>
    <w:pPr>
      <w:ind w:firstLine="540"/>
      <w:jc w:val="both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A1842"/>
    <w:rPr>
      <w:sz w:val="16"/>
      <w:szCs w:val="16"/>
    </w:rPr>
  </w:style>
  <w:style w:type="table" w:styleId="TableGrid">
    <w:name w:val="Table Grid"/>
    <w:basedOn w:val="TableNormal"/>
    <w:uiPriority w:val="99"/>
    <w:rsid w:val="000B3EC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E2AF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1842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DE2A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4</Pages>
  <Words>839</Words>
  <Characters>4785</Characters>
  <Application>Microsoft Office Outlook</Application>
  <DocSecurity>0</DocSecurity>
  <Lines>0</Lines>
  <Paragraphs>0</Paragraphs>
  <ScaleCrop>false</ScaleCrop>
  <Company>культура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XII</dc:title>
  <dc:subject/>
  <dc:creator>1</dc:creator>
  <cp:keywords/>
  <dc:description/>
  <cp:lastModifiedBy>User</cp:lastModifiedBy>
  <cp:revision>9</cp:revision>
  <cp:lastPrinted>2010-12-08T11:02:00Z</cp:lastPrinted>
  <dcterms:created xsi:type="dcterms:W3CDTF">2010-11-18T08:21:00Z</dcterms:created>
  <dcterms:modified xsi:type="dcterms:W3CDTF">2011-02-01T07:23:00Z</dcterms:modified>
</cp:coreProperties>
</file>